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2BBB2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8C2666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49DF6C52" w:rsidR="0085747A" w:rsidRPr="00330DB2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resocjalizacyjnej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D6633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ED6633" w:rsidRPr="00B169DF" w:rsidRDefault="00ED663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33118AD0" w:rsidR="00ED6633" w:rsidRPr="00B169DF" w:rsidRDefault="00ED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6633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ED6633" w:rsidRPr="00B169DF" w:rsidRDefault="00ED66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0268C426" w:rsidR="00ED6633" w:rsidRPr="00B169DF" w:rsidRDefault="00ED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D6633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ED6633" w:rsidRPr="00B169DF" w:rsidRDefault="00ED66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248C32E7" w:rsidR="00ED6633" w:rsidRPr="00B169DF" w:rsidRDefault="00ED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1B4B61E1" w:rsidR="0085747A" w:rsidRPr="00B169DF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6D05F9BD" w:rsidR="0085747A" w:rsidRPr="00B169DF" w:rsidRDefault="00A16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B34CFD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0716704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14CA2650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2DED1B1" w:rsidR="00015B8F" w:rsidRPr="00B169DF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77AD2173" w:rsidR="00015B8F" w:rsidRPr="00B169DF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278D2ABD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674A70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B411E" w:rsidRPr="00B169DF" w14:paraId="6ACF5E38" w14:textId="77777777" w:rsidTr="00DF1C51">
        <w:tc>
          <w:tcPr>
            <w:tcW w:w="844" w:type="dxa"/>
            <w:vAlign w:val="center"/>
          </w:tcPr>
          <w:p w14:paraId="65F81F09" w14:textId="6C5C5BF7" w:rsidR="005B411E" w:rsidRPr="00B169DF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0103D21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Zapoznanie z uwarunkowaniami i mechanizmami nieprzystosowania społecznego.</w:t>
            </w:r>
          </w:p>
        </w:tc>
      </w:tr>
      <w:tr w:rsidR="005B411E" w:rsidRPr="00B169DF" w14:paraId="449C418B" w14:textId="77777777" w:rsidTr="00DF1C51">
        <w:tc>
          <w:tcPr>
            <w:tcW w:w="844" w:type="dxa"/>
            <w:vAlign w:val="center"/>
          </w:tcPr>
          <w:p w14:paraId="305E89F3" w14:textId="2B58A235" w:rsidR="005B411E" w:rsidRPr="00B169DF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5A73639C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Wdrażanie do interpretacji psychospołecznych i pedagogicznych mechanizmów oddziaływań korekcyjnych.</w:t>
            </w:r>
          </w:p>
        </w:tc>
      </w:tr>
      <w:tr w:rsidR="005B411E" w:rsidRPr="00B169DF" w14:paraId="63BFF2BA" w14:textId="77777777" w:rsidTr="00DF1C51">
        <w:tc>
          <w:tcPr>
            <w:tcW w:w="844" w:type="dxa"/>
            <w:vAlign w:val="center"/>
          </w:tcPr>
          <w:p w14:paraId="561FE6BE" w14:textId="6BDCDD02"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0E3F1CC" w14:textId="0A8F20D5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Kształcenie umiejętności formułowania celów resocjalizacji adekwatnych do ustaleń diagnostycznych.</w:t>
            </w:r>
          </w:p>
        </w:tc>
      </w:tr>
      <w:tr w:rsidR="005B411E" w:rsidRPr="00B169DF" w14:paraId="06C6691E" w14:textId="77777777" w:rsidTr="00DF1C51">
        <w:tc>
          <w:tcPr>
            <w:tcW w:w="844" w:type="dxa"/>
            <w:vAlign w:val="center"/>
          </w:tcPr>
          <w:p w14:paraId="20EE596E" w14:textId="6FDCBD76"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2E99A03" w14:textId="07C1FD3C"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Wdrażanie do adekwatnego wyboru i stosowania metod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z obszaru profilaktyki społecznej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br/>
              <w:t xml:space="preserve">i </w:t>
            </w: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resocjalizacji oraz oceny ich efektywności.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1EF8E2DD" w:rsidR="0085747A" w:rsidRPr="00217E70" w:rsidRDefault="00025B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14:paraId="1FF4554E" w14:textId="3EB275FB" w:rsidR="0085747A" w:rsidRPr="000C5A0D" w:rsidRDefault="00810FF2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54C93FA4" w:rsidR="0085747A" w:rsidRPr="00217E70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resocjalizacyjne </w:t>
            </w:r>
            <w:r w:rsidR="005D7F9F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DC0C85" w:rsidRPr="006766D0">
              <w:rPr>
                <w:rFonts w:ascii="Corbel" w:hAnsi="Corbel"/>
                <w:b w:val="0"/>
                <w:smallCaps w:val="0"/>
                <w:sz w:val="22"/>
              </w:rPr>
              <w:t>ich zależności z innymi</w:t>
            </w:r>
            <w:r w:rsidR="00656776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 obszarami </w:t>
            </w:r>
            <w:r w:rsidR="008A32A7" w:rsidRPr="006766D0">
              <w:rPr>
                <w:rFonts w:ascii="Corbel" w:hAnsi="Corbel"/>
                <w:b w:val="0"/>
                <w:smallCaps w:val="0"/>
                <w:sz w:val="22"/>
              </w:rPr>
              <w:t>pracy zarówno w przestrzeni społecznej jak i instytucjonalnej.</w:t>
            </w:r>
            <w:r w:rsidR="00B62080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5E1E604A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0C5A0D">
              <w:rPr>
                <w:rFonts w:ascii="Corbel" w:hAnsi="Corbel"/>
              </w:rPr>
              <w:t>7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7A7C1955" w:rsidR="00BA3339" w:rsidRPr="00217E70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 xml:space="preserve">Student zaprezentuje </w:t>
            </w:r>
            <w:r w:rsidR="004D76B1" w:rsidRPr="009C62A4">
              <w:rPr>
                <w:rFonts w:ascii="Corbel" w:hAnsi="Corbel"/>
                <w:b w:val="0"/>
                <w:smallCaps w:val="0"/>
                <w:sz w:val="22"/>
              </w:rPr>
              <w:t>projekt</w:t>
            </w:r>
            <w:r w:rsidRPr="009C62A4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034FE8" w:rsidRPr="009C62A4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Pr="009C62A4">
              <w:rPr>
                <w:rFonts w:ascii="Corbel" w:hAnsi="Corbel"/>
                <w:b w:val="0"/>
                <w:smallCaps w:val="0"/>
                <w:sz w:val="22"/>
              </w:rPr>
              <w:t xml:space="preserve">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533A0FC2" w14:textId="68DE58FB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 w:rsidR="000C5A0D">
              <w:rPr>
                <w:rFonts w:ascii="Corbel" w:hAnsi="Corbel"/>
              </w:rPr>
              <w:t>U06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20C324F6" w:rsidR="00BA3339" w:rsidRPr="00217E70" w:rsidRDefault="00012F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14:paraId="67F3CA1F" w14:textId="2480325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 w:rsidR="000C5A0D">
              <w:rPr>
                <w:rFonts w:ascii="Corbel" w:hAnsi="Corbel"/>
              </w:rPr>
              <w:t>7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2153B394" w:rsidR="00BA3339" w:rsidRPr="00B01353" w:rsidRDefault="00B013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14:paraId="43B6B98C" w14:textId="614AFF53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 w:rsidR="000C5A0D"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674A70" w:rsidRPr="00B169DF" w14:paraId="32E46BA5" w14:textId="77777777" w:rsidTr="00025A75">
        <w:tc>
          <w:tcPr>
            <w:tcW w:w="1681" w:type="dxa"/>
          </w:tcPr>
          <w:p w14:paraId="6B0C18F5" w14:textId="0383B20F" w:rsidR="00674A70" w:rsidRDefault="00674A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A2664A4" w14:textId="080297E0" w:rsidR="00674A70" w:rsidRPr="00217E70" w:rsidRDefault="007F14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14:paraId="3DEFC850" w14:textId="68A6524B" w:rsidR="00674A70" w:rsidRPr="008C1875" w:rsidRDefault="000C5A0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14:paraId="37602C6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DCE13" w14:textId="77777777" w:rsidR="00605CC3" w:rsidRPr="00B169DF" w:rsidRDefault="00605CC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605CC3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2AD0F64B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8D4E2E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resocjalizującego).</w:t>
            </w:r>
          </w:p>
        </w:tc>
      </w:tr>
      <w:tr w:rsidR="00605CC3" w:rsidRPr="000A022D" w14:paraId="04F72F0B" w14:textId="77777777" w:rsidTr="00CD240C">
        <w:trPr>
          <w:trHeight w:val="389"/>
        </w:trPr>
        <w:tc>
          <w:tcPr>
            <w:tcW w:w="9526" w:type="dxa"/>
          </w:tcPr>
          <w:p w14:paraId="4A3C4385" w14:textId="6FB0CF4A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resocjalizacyjnego.</w:t>
            </w:r>
          </w:p>
        </w:tc>
      </w:tr>
      <w:tr w:rsidR="00605CC3" w:rsidRPr="000A022D" w14:paraId="25CC96B6" w14:textId="77777777" w:rsidTr="00CD240C">
        <w:trPr>
          <w:trHeight w:val="389"/>
        </w:trPr>
        <w:tc>
          <w:tcPr>
            <w:tcW w:w="9526" w:type="dxa"/>
          </w:tcPr>
          <w:p w14:paraId="729A5570" w14:textId="2E4DE8DE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Motywowanie podopiecznych (nieletni, dorośli).</w:t>
            </w:r>
          </w:p>
        </w:tc>
      </w:tr>
      <w:tr w:rsidR="00605CC3" w:rsidRPr="000A022D" w14:paraId="3F81364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D98" w14:textId="46F08750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</w:t>
            </w:r>
            <w:proofErr w:type="spellStart"/>
            <w:r w:rsidRPr="008D4E2E">
              <w:rPr>
                <w:rFonts w:ascii="Corbel" w:hAnsi="Corbel"/>
                <w:b w:val="0"/>
                <w:smallCaps w:val="0"/>
                <w:szCs w:val="24"/>
              </w:rPr>
              <w:t>hormistyczne</w:t>
            </w:r>
            <w:proofErr w:type="spellEnd"/>
            <w:r w:rsidRPr="008D4E2E">
              <w:rPr>
                <w:rFonts w:ascii="Corbel" w:hAnsi="Corbel"/>
                <w:b w:val="0"/>
                <w:smallCaps w:val="0"/>
                <w:szCs w:val="24"/>
              </w:rPr>
              <w:t>, psychodynamiczne, behawioralne).</w:t>
            </w:r>
          </w:p>
        </w:tc>
      </w:tr>
      <w:tr w:rsidR="00605CC3" w:rsidRPr="000A022D" w14:paraId="111AEED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7337" w14:textId="20EBBEB3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usuwanie negatywnych zmian osobowości, utrwalanie uzyskanych rezultatów, wdrażanie do samowychowania.</w:t>
            </w:r>
          </w:p>
        </w:tc>
      </w:tr>
      <w:tr w:rsidR="00605CC3" w:rsidRPr="000A022D" w14:paraId="784B9AA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434" w14:textId="7CE640B9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Metody i środki resocjalizacji (nieletni, dorośli).</w:t>
            </w:r>
          </w:p>
        </w:tc>
      </w:tr>
      <w:tr w:rsidR="00605CC3" w:rsidRPr="000A022D" w14:paraId="5C84B0B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84E" w14:textId="4F6F2508"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0AB5" w:rsidRPr="00B169DF" w14:paraId="44CD5483" w14:textId="77777777" w:rsidTr="006E3CE5">
        <w:tc>
          <w:tcPr>
            <w:tcW w:w="9520" w:type="dxa"/>
          </w:tcPr>
          <w:p w14:paraId="43A5A590" w14:textId="65AFD875" w:rsidR="00740AB5" w:rsidRPr="00B169DF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1895">
              <w:rPr>
                <w:rFonts w:ascii="Corbel" w:hAnsi="Corbel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FA1895">
              <w:rPr>
                <w:rFonts w:ascii="Corbel" w:hAnsi="Corbel"/>
              </w:rPr>
              <w:t>psychokorekcyjne</w:t>
            </w:r>
            <w:proofErr w:type="spellEnd"/>
            <w:r w:rsidRPr="00FA1895">
              <w:rPr>
                <w:rFonts w:ascii="Corbel" w:hAnsi="Corbel"/>
              </w:rPr>
              <w:t xml:space="preserve"> z perspektywy wybranych placówek: </w:t>
            </w:r>
            <w:proofErr w:type="spellStart"/>
            <w:r w:rsidRPr="00FA1895">
              <w:rPr>
                <w:rFonts w:ascii="Corbel" w:hAnsi="Corbel"/>
              </w:rPr>
              <w:t>PIDz</w:t>
            </w:r>
            <w:proofErr w:type="spellEnd"/>
            <w:r w:rsidRPr="00FA1895">
              <w:rPr>
                <w:rFonts w:ascii="Corbel" w:hAnsi="Corbel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740AB5" w:rsidRPr="00B169DF" w14:paraId="01A696CC" w14:textId="77777777" w:rsidTr="006E3CE5">
        <w:tc>
          <w:tcPr>
            <w:tcW w:w="9520" w:type="dxa"/>
          </w:tcPr>
          <w:p w14:paraId="4D0987AB" w14:textId="6EF3C442" w:rsidR="00740AB5" w:rsidRPr="00FA1895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30205">
              <w:rPr>
                <w:rFonts w:ascii="Corbel" w:hAnsi="Corbel"/>
              </w:rPr>
              <w:t xml:space="preserve">Obszary dyskursu: </w:t>
            </w:r>
            <w:r>
              <w:rPr>
                <w:rFonts w:ascii="Corbel" w:hAnsi="Corbel"/>
              </w:rPr>
              <w:t xml:space="preserve">perspektywa wychowawcy/perspektywa podopiecznego (nieletni, dorosły); </w:t>
            </w:r>
            <w:r w:rsidRPr="00630205">
              <w:rPr>
                <w:rFonts w:ascii="Corbel" w:hAnsi="Corbel"/>
              </w:rPr>
              <w:t>charakterystyka instytucji; przepisy regulujące jej funkcjonowanie; jej cele i zadania; kategoria podopiecznych – charakterystyka; jak diagnozowane są potrzeby i problemy podopiecznych; formy i metody pracy resocjalizacyjnej; konstruktywne zajęcia wychowawcze; kontakt z rodziną; prawa i obowiązki podopiecznych; dokumentowanie pracy resocjalizacyjnej; współpraca z instytucjami na rzecz procesu reintegracji społecznej podopiecznych; czas pobytu w placówce a proces reintegracji społecznej; czynniki warunkujące skuteczność procesu resocjalizacji a czynniki ograniczające proces zmiany, korekty, rewaloryzacji/bariery procesu resocjalizacji i jego ograniczenia; rekomendacje do pracy</w:t>
            </w:r>
            <w:r>
              <w:rPr>
                <w:rFonts w:ascii="Corbel" w:hAnsi="Corbel"/>
              </w:rPr>
              <w:t xml:space="preserve"> resocjalizacyjnej.</w:t>
            </w: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06B06A9D" w14:textId="77777777" w:rsidR="00317C06" w:rsidRPr="008D10A3" w:rsidRDefault="00317C06" w:rsidP="00317C06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B169DF" w14:paraId="07E7C643" w14:textId="77777777" w:rsidTr="00002189">
        <w:tc>
          <w:tcPr>
            <w:tcW w:w="1730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002189">
        <w:tc>
          <w:tcPr>
            <w:tcW w:w="1730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673" w:type="dxa"/>
          </w:tcPr>
          <w:p w14:paraId="5C9A1A22" w14:textId="20387CA4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  <w:r w:rsidR="00674A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  <w:r w:rsidR="0000218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</w:p>
        </w:tc>
        <w:tc>
          <w:tcPr>
            <w:tcW w:w="2117" w:type="dxa"/>
          </w:tcPr>
          <w:p w14:paraId="1EE978E0" w14:textId="3C0C32CD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674A70">
              <w:rPr>
                <w:rFonts w:ascii="Corbel" w:hAnsi="Corbel"/>
                <w:b w:val="0"/>
                <w:szCs w:val="24"/>
              </w:rPr>
              <w:t>; ćwiczenia</w:t>
            </w:r>
          </w:p>
        </w:tc>
      </w:tr>
      <w:tr w:rsidR="00002189" w:rsidRPr="00B169DF" w14:paraId="67D63E6F" w14:textId="77777777" w:rsidTr="00002189">
        <w:tc>
          <w:tcPr>
            <w:tcW w:w="1730" w:type="dxa"/>
          </w:tcPr>
          <w:p w14:paraId="03858E2C" w14:textId="77777777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14:paraId="35ABF099" w14:textId="10CCE5DC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2039E36B" w14:textId="4D0B2846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5308819A" w14:textId="77777777" w:rsidTr="00002189">
        <w:tc>
          <w:tcPr>
            <w:tcW w:w="1730" w:type="dxa"/>
          </w:tcPr>
          <w:p w14:paraId="62B1003F" w14:textId="0F81BE1E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3B634BA0" w14:textId="16618010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6B5911B0" w14:textId="585B32FD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27730E8A" w14:textId="77777777" w:rsidTr="00002189">
        <w:tc>
          <w:tcPr>
            <w:tcW w:w="1730" w:type="dxa"/>
          </w:tcPr>
          <w:p w14:paraId="62F14B52" w14:textId="50A5AC31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3" w:type="dxa"/>
          </w:tcPr>
          <w:p w14:paraId="5DE384B8" w14:textId="3A96E638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7C677150" w14:textId="25443B1E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463F8D27" w14:textId="77777777" w:rsidTr="00002189">
        <w:tc>
          <w:tcPr>
            <w:tcW w:w="1730" w:type="dxa"/>
          </w:tcPr>
          <w:p w14:paraId="2655F32F" w14:textId="6D6EE4AA"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3" w:type="dxa"/>
          </w:tcPr>
          <w:p w14:paraId="4A5F1908" w14:textId="1C590C76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3D502245" w14:textId="37931471"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14:paraId="6D49EE3F" w14:textId="77777777" w:rsidTr="00002189">
        <w:tc>
          <w:tcPr>
            <w:tcW w:w="1730" w:type="dxa"/>
          </w:tcPr>
          <w:p w14:paraId="0A91A72F" w14:textId="7345D827" w:rsidR="00002189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673" w:type="dxa"/>
          </w:tcPr>
          <w:p w14:paraId="10C77C49" w14:textId="6FF6B3C7" w:rsidR="00002189" w:rsidRPr="00335F52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14:paraId="4FF7B790" w14:textId="01772077" w:rsidR="00002189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68D0DA" w14:textId="77777777" w:rsidR="002508CE" w:rsidRPr="00353D99" w:rsidRDefault="002508CE" w:rsidP="00250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i/>
                <w:color w:val="000000"/>
              </w:rPr>
              <w:t xml:space="preserve">obecność na zajęciach oraz </w:t>
            </w:r>
            <w:r w:rsidRPr="00353D99">
              <w:rPr>
                <w:rFonts w:ascii="Corbel" w:hAnsi="Corbel"/>
                <w:i/>
                <w:color w:val="000000"/>
              </w:rPr>
              <w:t>aktywny udział w zajęciach</w:t>
            </w:r>
            <w:r>
              <w:rPr>
                <w:rFonts w:ascii="Corbel" w:hAnsi="Corbel"/>
                <w:i/>
                <w:color w:val="000000"/>
              </w:rPr>
              <w:t xml:space="preserve"> poprzez przygotowanie stosownego materiału z zakresu omawianej problematyki (do wyboru prezentacja multimedialna, esej, referat, forma plakatowa);</w:t>
            </w:r>
          </w:p>
          <w:p w14:paraId="522119AE" w14:textId="77777777" w:rsidR="002508CE" w:rsidRDefault="002508CE" w:rsidP="002508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Pr="00353D99">
              <w:rPr>
                <w:rFonts w:ascii="Corbel" w:hAnsi="Corbel"/>
                <w:i/>
                <w:color w:val="000000"/>
              </w:rPr>
              <w:t>ćwicze</w:t>
            </w:r>
            <w:r>
              <w:rPr>
                <w:rFonts w:ascii="Corbel" w:hAnsi="Corbel"/>
                <w:i/>
                <w:color w:val="000000"/>
              </w:rPr>
              <w:t>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05D70FD9" w14:textId="77777777" w:rsidR="0085747A" w:rsidRDefault="002508CE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985096">
              <w:rPr>
                <w:rFonts w:ascii="Corbel" w:hAnsi="Corbel"/>
                <w:i/>
                <w:color w:val="000000"/>
              </w:rPr>
              <w:t>pozytywna ocena z egzaminu pisemnego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1FFF09CC" w:rsidR="002508CE" w:rsidRPr="002508CE" w:rsidRDefault="002508CE" w:rsidP="002508CE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i/>
                <w:color w:val="000000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3430AC98" w:rsidR="0085747A" w:rsidRPr="00B169DF" w:rsidRDefault="00C72CC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6E5A5EA" w:rsidR="00C61DC5" w:rsidRPr="00B169DF" w:rsidRDefault="00C1247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2C22B1B5"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39C2DDB5"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DA255CA" w14:textId="77777777" w:rsidR="00B674D7" w:rsidRDefault="00B674D7" w:rsidP="002508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32A9C" w14:textId="77777777" w:rsidR="00B674D7" w:rsidRDefault="00B674D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674D7" w:rsidRPr="001D4BA5" w14:paraId="0B3AA260" w14:textId="77777777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E1A5" w14:textId="77777777"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t>Literatura podstawowa:</w:t>
            </w:r>
          </w:p>
          <w:p w14:paraId="57ED4611" w14:textId="77777777" w:rsidR="00B674D7" w:rsidRPr="00E96D99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 w:cs="Times New Roman"/>
              </w:rPr>
              <w:t>Ambrozik</w:t>
            </w:r>
            <w:proofErr w:type="spellEnd"/>
            <w:r>
              <w:rPr>
                <w:rFonts w:ascii="Corbel" w:hAnsi="Corbel" w:cs="Times New Roman"/>
              </w:rPr>
              <w:t xml:space="preserve"> W.,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 stronę uspołecznienia systemu oddziaływań.  </w:t>
            </w:r>
            <w:r>
              <w:rPr>
                <w:rFonts w:ascii="Corbel" w:hAnsi="Corbel"/>
              </w:rPr>
              <w:t>Oficyna Wydawnicza „Impuls”, Kraków 2016.</w:t>
            </w:r>
          </w:p>
          <w:p w14:paraId="44A5CCD2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Bartkowicz</w:t>
            </w:r>
            <w:proofErr w:type="spellEnd"/>
            <w:r>
              <w:rPr>
                <w:rFonts w:ascii="Corbel" w:hAnsi="Corbel" w:cs="Times New Roman"/>
              </w:rPr>
              <w:t xml:space="preserve"> Z., Węgliński A., Lewicka A. (red.), </w:t>
            </w:r>
            <w:r>
              <w:rPr>
                <w:rFonts w:ascii="Corbel" w:hAnsi="Corbel" w:cs="Times New Roman"/>
                <w:i/>
                <w:iCs/>
              </w:rPr>
              <w:t>Powinności i kompetencje w wychowaniu osób niedostosowanych społecznie.</w:t>
            </w:r>
            <w:r w:rsidRPr="000F6C13">
              <w:rPr>
                <w:rFonts w:ascii="Corbel" w:hAnsi="Corbel" w:cs="Times New Roman"/>
              </w:rPr>
              <w:t xml:space="preserve"> UMCS,</w:t>
            </w:r>
            <w:r>
              <w:rPr>
                <w:rFonts w:ascii="Corbel" w:hAnsi="Corbel" w:cs="Times New Roman"/>
                <w:i/>
                <w:iCs/>
              </w:rPr>
              <w:t xml:space="preserve"> </w:t>
            </w:r>
            <w:r>
              <w:rPr>
                <w:rFonts w:ascii="Corbel" w:hAnsi="Corbel" w:cs="Times New Roman"/>
              </w:rPr>
              <w:t>Lublin 2010.</w:t>
            </w:r>
          </w:p>
          <w:p w14:paraId="27AF7B8B" w14:textId="77777777" w:rsidR="00B674D7" w:rsidRPr="000F6C13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353D99">
              <w:rPr>
                <w:rFonts w:ascii="Corbel" w:hAnsi="Corbel"/>
              </w:rPr>
              <w:lastRenderedPageBreak/>
              <w:t xml:space="preserve">Ciosek M., Pastwa-Wojciechowska B., </w:t>
            </w:r>
            <w:r w:rsidRPr="00D4498C">
              <w:rPr>
                <w:rFonts w:ascii="Corbel" w:hAnsi="Corbel"/>
                <w:i/>
              </w:rPr>
              <w:t>Psychologia p</w:t>
            </w:r>
            <w:r>
              <w:rPr>
                <w:rFonts w:ascii="Corbel" w:hAnsi="Corbel"/>
                <w:i/>
              </w:rPr>
              <w:t>enitencjarna.</w:t>
            </w:r>
            <w:r w:rsidRPr="00353D99">
              <w:rPr>
                <w:rFonts w:ascii="Corbel" w:hAnsi="Corbel"/>
              </w:rPr>
              <w:t xml:space="preserve"> PWN, Warszawa 2016.</w:t>
            </w:r>
          </w:p>
          <w:p w14:paraId="12234284" w14:textId="77777777" w:rsidR="00B674D7" w:rsidRPr="001D4BA5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Górski S., </w:t>
            </w:r>
            <w:r w:rsidRPr="001D4BA5">
              <w:rPr>
                <w:rFonts w:ascii="Corbel" w:hAnsi="Corbel" w:cs="Times New Roman"/>
                <w:i/>
              </w:rPr>
              <w:t>Metodyka resocjalizacj</w:t>
            </w:r>
            <w:r>
              <w:rPr>
                <w:rFonts w:ascii="Corbel" w:hAnsi="Corbel" w:cs="Times New Roman"/>
                <w:i/>
              </w:rPr>
              <w:t>i.</w:t>
            </w:r>
            <w:r w:rsidRPr="001D4BA5">
              <w:rPr>
                <w:rFonts w:ascii="Corbel" w:hAnsi="Corbel" w:cs="Times New Roman"/>
                <w:i/>
              </w:rPr>
              <w:t xml:space="preserve"> </w:t>
            </w:r>
            <w:r>
              <w:rPr>
                <w:rFonts w:ascii="Corbel" w:hAnsi="Corbel" w:cs="Times New Roman"/>
                <w:iCs/>
              </w:rPr>
              <w:t xml:space="preserve">IWZZ, </w:t>
            </w:r>
            <w:r w:rsidRPr="001D4BA5">
              <w:rPr>
                <w:rFonts w:ascii="Corbel" w:hAnsi="Corbel" w:cs="Times New Roman"/>
              </w:rPr>
              <w:t>Warszawa 1985.</w:t>
            </w:r>
          </w:p>
          <w:p w14:paraId="6DBB6C36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Konopczyński M., </w:t>
            </w:r>
            <w:r w:rsidRPr="001D4BA5">
              <w:rPr>
                <w:rFonts w:ascii="Corbel" w:hAnsi="Corbel" w:cs="Times New Roman"/>
                <w:i/>
              </w:rPr>
              <w:t>Metody twórczej resocjalizacji</w:t>
            </w:r>
            <w:r>
              <w:rPr>
                <w:rFonts w:ascii="Corbel" w:hAnsi="Corbel" w:cs="Times New Roman"/>
                <w:i/>
              </w:rPr>
              <w:t>.</w:t>
            </w:r>
            <w:r w:rsidRPr="001D4BA5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PWN, </w:t>
            </w:r>
            <w:r w:rsidRPr="001D4BA5">
              <w:rPr>
                <w:rFonts w:ascii="Corbel" w:hAnsi="Corbel" w:cs="Times New Roman"/>
              </w:rPr>
              <w:t>Warszawa 2006.</w:t>
            </w:r>
          </w:p>
          <w:p w14:paraId="4A333E8A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Pedagogika resocjalizacyjna. W stronę działań kreujących. </w:t>
            </w:r>
            <w:r>
              <w:rPr>
                <w:rFonts w:ascii="Corbel" w:hAnsi="Corbel"/>
              </w:rPr>
              <w:t>Oficyna Wydawnicza „Impuls”, Kraków 2015.</w:t>
            </w:r>
          </w:p>
          <w:p w14:paraId="2AF315C4" w14:textId="77777777" w:rsidR="00B674D7" w:rsidRPr="00F16CAA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oddziaływań resocjalizacyjnych wobec nieletnich. Zarys koncepcji twórczej resocjalizacji. </w:t>
            </w:r>
            <w:r>
              <w:rPr>
                <w:rFonts w:ascii="Corbel" w:hAnsi="Corbel"/>
              </w:rPr>
              <w:t>PWN, Warszawa 2006.</w:t>
            </w:r>
          </w:p>
          <w:p w14:paraId="4A96CDAE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Machel H., </w:t>
            </w:r>
            <w:r w:rsidRPr="00D4498C">
              <w:rPr>
                <w:rFonts w:ascii="Corbel" w:hAnsi="Corbel"/>
                <w:i/>
              </w:rPr>
              <w:t>Więzienie jako instytucja karna i resocjalizacyjna.</w:t>
            </w:r>
            <w:r w:rsidRPr="00353D99">
              <w:rPr>
                <w:rFonts w:ascii="Corbel" w:hAnsi="Corbel"/>
              </w:rPr>
              <w:t xml:space="preserve"> ARCHE, Gdańsk 2003.</w:t>
            </w:r>
          </w:p>
          <w:p w14:paraId="165D5F02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Nawój A., </w:t>
            </w:r>
            <w:r w:rsidRPr="00D4498C">
              <w:rPr>
                <w:rFonts w:ascii="Corbel" w:hAnsi="Corbel"/>
                <w:i/>
              </w:rPr>
              <w:t>Wykonywanie kary pozbawienia wolności w system</w:t>
            </w:r>
            <w:r>
              <w:rPr>
                <w:rFonts w:ascii="Corbel" w:hAnsi="Corbel"/>
                <w:i/>
              </w:rPr>
              <w:t>ie programowanego oddziaływania.</w:t>
            </w:r>
            <w:r w:rsidRPr="00353D99">
              <w:rPr>
                <w:rFonts w:ascii="Corbel" w:hAnsi="Corbel"/>
              </w:rPr>
              <w:t xml:space="preserve"> Wydawnictwo UŁ, Łódź 2007.</w:t>
            </w:r>
          </w:p>
          <w:p w14:paraId="17129E8E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Resocjalizacja – wychowanie i </w:t>
            </w:r>
            <w:proofErr w:type="spellStart"/>
            <w:r>
              <w:rPr>
                <w:rFonts w:ascii="Corbel" w:hAnsi="Corbel"/>
                <w:i/>
                <w:iCs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nieletnich niedostosowanych społecznie. </w:t>
            </w:r>
            <w:r>
              <w:rPr>
                <w:rFonts w:ascii="Corbel" w:hAnsi="Corbel"/>
              </w:rPr>
              <w:t>Oficyna Wydawnicza „Impuls”, Kraków 2010.</w:t>
            </w:r>
          </w:p>
          <w:p w14:paraId="4059645C" w14:textId="77777777" w:rsidR="00B674D7" w:rsidRPr="00E02281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Pospiszyl</w:t>
            </w:r>
            <w:proofErr w:type="spellEnd"/>
            <w:r w:rsidRPr="001D4BA5">
              <w:rPr>
                <w:rFonts w:ascii="Corbel" w:hAnsi="Corbel" w:cs="Times New Roman"/>
              </w:rPr>
              <w:t xml:space="preserve"> K.,</w:t>
            </w:r>
            <w:r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  <w:i/>
                <w:iCs/>
              </w:rPr>
              <w:t xml:space="preserve">Przestępstwa seksualne, </w:t>
            </w:r>
            <w:r>
              <w:rPr>
                <w:rFonts w:ascii="Corbel" w:hAnsi="Corbel" w:cs="Times New Roman"/>
              </w:rPr>
              <w:t>PWN, Warszawa 2005.</w:t>
            </w:r>
          </w:p>
          <w:p w14:paraId="406BEECB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Pospiszyl</w:t>
            </w:r>
            <w:proofErr w:type="spellEnd"/>
            <w:r w:rsidRPr="001D4BA5">
              <w:rPr>
                <w:rFonts w:ascii="Corbel" w:hAnsi="Corbel" w:cs="Times New Roman"/>
              </w:rPr>
              <w:t xml:space="preserve"> K., </w:t>
            </w:r>
            <w:r w:rsidRPr="001D4BA5">
              <w:rPr>
                <w:rFonts w:ascii="Corbel" w:hAnsi="Corbel" w:cs="Times New Roman"/>
                <w:i/>
              </w:rPr>
              <w:t>Resocjalizacja. Teoretyczne podstawy oraz przykłady programów oddziaływań</w:t>
            </w:r>
            <w:r>
              <w:rPr>
                <w:rFonts w:ascii="Corbel" w:hAnsi="Corbel" w:cs="Times New Roman"/>
                <w:i/>
              </w:rPr>
              <w:t>.</w:t>
            </w:r>
            <w:r w:rsidRPr="001D4BA5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Wydawnictwo Akademickie „Żak”, </w:t>
            </w:r>
            <w:r w:rsidRPr="001D4BA5">
              <w:rPr>
                <w:rFonts w:ascii="Corbel" w:hAnsi="Corbel" w:cs="Times New Roman"/>
              </w:rPr>
              <w:t>Warszawa 1998.</w:t>
            </w:r>
          </w:p>
          <w:p w14:paraId="07B4C5A1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Ptak K., </w:t>
            </w:r>
            <w:r>
              <w:rPr>
                <w:rFonts w:ascii="Corbel" w:hAnsi="Corbel" w:cs="Times New Roman"/>
                <w:i/>
                <w:iCs/>
              </w:rPr>
              <w:t xml:space="preserve">Metody oddziaływań resocjalizacyjnych. </w:t>
            </w:r>
            <w:r>
              <w:rPr>
                <w:rFonts w:ascii="Corbel" w:hAnsi="Corbel" w:cs="Times New Roman"/>
              </w:rPr>
              <w:t>GWSP, Mysłowice 2010.</w:t>
            </w:r>
          </w:p>
          <w:p w14:paraId="3D0E69D6" w14:textId="77777777" w:rsidR="00B674D7" w:rsidRPr="001969F8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Pytka L.,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Wybrane zagadnienia teoretyczne, diagnostyczne i metodyczne. </w:t>
            </w:r>
            <w:r>
              <w:rPr>
                <w:rFonts w:ascii="Corbel" w:hAnsi="Corbel" w:cs="Times New Roman"/>
              </w:rPr>
              <w:t>Wydawnictwo APS, Warszawa 2000.</w:t>
            </w:r>
          </w:p>
          <w:p w14:paraId="6CFF00FE" w14:textId="77777777" w:rsidR="00B674D7" w:rsidRDefault="00B674D7" w:rsidP="00CD0B4F">
            <w:pPr>
              <w:spacing w:after="120" w:line="240" w:lineRule="auto"/>
              <w:rPr>
                <w:rFonts w:ascii="Corbel" w:hAnsi="Corbel"/>
              </w:rPr>
            </w:pPr>
            <w:r w:rsidRPr="001D4BA5">
              <w:rPr>
                <w:rFonts w:ascii="Corbel" w:hAnsi="Corbel"/>
              </w:rPr>
              <w:t>Świtka</w:t>
            </w:r>
            <w:r>
              <w:rPr>
                <w:rFonts w:ascii="Corbel" w:hAnsi="Corbel"/>
              </w:rPr>
              <w:t xml:space="preserve"> J., Kuć M., Niewiadomska I. (red.), </w:t>
            </w:r>
            <w:r w:rsidRPr="001D4BA5">
              <w:rPr>
                <w:rFonts w:ascii="Corbel" w:hAnsi="Corbel"/>
                <w:i/>
              </w:rPr>
              <w:t>Osobowość przestępcy a proces resocjalizacji</w:t>
            </w:r>
            <w:r>
              <w:rPr>
                <w:rFonts w:ascii="Corbel" w:hAnsi="Corbel"/>
                <w:i/>
              </w:rPr>
              <w:t xml:space="preserve">. </w:t>
            </w:r>
            <w:r w:rsidRPr="00F204C8">
              <w:rPr>
                <w:rFonts w:ascii="Corbel" w:hAnsi="Corbel"/>
                <w:iCs/>
              </w:rPr>
              <w:t>TN KUL,</w:t>
            </w:r>
            <w:r>
              <w:rPr>
                <w:rFonts w:ascii="Corbel" w:hAnsi="Corbel"/>
                <w:i/>
              </w:rPr>
              <w:t xml:space="preserve"> </w:t>
            </w:r>
            <w:r w:rsidRPr="001D4BA5">
              <w:rPr>
                <w:rFonts w:ascii="Corbel" w:hAnsi="Corbel"/>
              </w:rPr>
              <w:t>Lublin 2005.</w:t>
            </w:r>
          </w:p>
          <w:p w14:paraId="0DD610B4" w14:textId="77777777" w:rsidR="00B674D7" w:rsidRDefault="00B674D7" w:rsidP="00CD0B4F">
            <w:pPr>
              <w:spacing w:after="120" w:line="240" w:lineRule="auto"/>
              <w:rPr>
                <w:rFonts w:ascii="Corbel" w:hAnsi="Corbel"/>
              </w:rPr>
            </w:pPr>
            <w:r w:rsidRPr="00D4498C">
              <w:rPr>
                <w:rFonts w:ascii="Corbel" w:hAnsi="Corbel"/>
              </w:rPr>
              <w:t>Urban B., Stanik J.M.</w:t>
            </w:r>
            <w:r>
              <w:rPr>
                <w:rFonts w:ascii="Corbel" w:hAnsi="Corbel"/>
              </w:rPr>
              <w:t xml:space="preserve"> </w:t>
            </w:r>
            <w:r w:rsidRPr="00D4498C">
              <w:rPr>
                <w:rFonts w:ascii="Corbel" w:hAnsi="Corbel"/>
              </w:rPr>
              <w:t xml:space="preserve">(red.), </w:t>
            </w:r>
            <w:r w:rsidRPr="00D4498C">
              <w:rPr>
                <w:rFonts w:ascii="Corbel" w:hAnsi="Corbel"/>
                <w:i/>
              </w:rPr>
              <w:t>Resocjalizacja, tom 1-2.</w:t>
            </w:r>
            <w:r w:rsidRPr="00D4498C">
              <w:rPr>
                <w:rFonts w:ascii="Corbel" w:hAnsi="Corbel"/>
              </w:rPr>
              <w:t xml:space="preserve"> PWN, Warszawa 2007.</w:t>
            </w:r>
          </w:p>
          <w:p w14:paraId="684B89C0" w14:textId="77777777" w:rsidR="00B674D7" w:rsidRPr="00E96D99" w:rsidRDefault="00B674D7" w:rsidP="00CD0B4F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Wolan T., </w:t>
            </w:r>
            <w:r>
              <w:rPr>
                <w:rFonts w:ascii="Corbel" w:hAnsi="Corbel"/>
                <w:i/>
                <w:iCs/>
              </w:rPr>
              <w:t xml:space="preserve">Resocjalizacja, uwarunkowania, doświadczenia, projekty zmian. MOW korektywną uczącą się organizacją. </w:t>
            </w:r>
            <w:r>
              <w:rPr>
                <w:rFonts w:ascii="Corbel" w:hAnsi="Corbel"/>
              </w:rPr>
              <w:t>Biuro Wydawnictw i Upowszechnień KONTRAKT, Radom 2008.</w:t>
            </w:r>
          </w:p>
          <w:p w14:paraId="7472BD9C" w14:textId="77777777" w:rsidR="00B674D7" w:rsidRDefault="00B00A34" w:rsidP="00B00A34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34F08C14" w14:textId="501016C7" w:rsidR="00B00A34" w:rsidRPr="001D4BA5" w:rsidRDefault="00B00A34" w:rsidP="00B00A34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</w:p>
        </w:tc>
      </w:tr>
      <w:tr w:rsidR="00B674D7" w:rsidRPr="001D4BA5" w14:paraId="7D6E1F3F" w14:textId="77777777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ECF" w14:textId="77777777"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lastRenderedPageBreak/>
              <w:t xml:space="preserve">Literatura uzupełniająca: </w:t>
            </w:r>
          </w:p>
          <w:p w14:paraId="74034568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Bartkowicz</w:t>
            </w:r>
            <w:proofErr w:type="spellEnd"/>
            <w:r w:rsidRPr="001D4BA5">
              <w:rPr>
                <w:rFonts w:ascii="Corbel" w:hAnsi="Corbel" w:cs="Times New Roman"/>
              </w:rPr>
              <w:t xml:space="preserve"> Z., </w:t>
            </w:r>
            <w:r w:rsidRPr="001D4BA5">
              <w:rPr>
                <w:rFonts w:ascii="Corbel" w:hAnsi="Corbel" w:cs="Times New Roman"/>
                <w:i/>
              </w:rPr>
              <w:t>Pomoc terapeutyczna nieletnim agresorom i ofiarom agresji w zakładach resocjalizacyjnych</w:t>
            </w:r>
            <w:r>
              <w:rPr>
                <w:rFonts w:ascii="Corbel" w:hAnsi="Corbel" w:cs="Times New Roman"/>
                <w:i/>
              </w:rPr>
              <w:t>.</w:t>
            </w:r>
            <w:r w:rsidRPr="001D4BA5">
              <w:rPr>
                <w:rFonts w:ascii="Corbel" w:hAnsi="Corbel" w:cs="Times New Roman"/>
                <w:i/>
              </w:rPr>
              <w:t xml:space="preserve"> </w:t>
            </w:r>
            <w:r>
              <w:rPr>
                <w:rFonts w:ascii="Corbel" w:hAnsi="Corbel" w:cs="Times New Roman"/>
                <w:iCs/>
              </w:rPr>
              <w:t xml:space="preserve">AWH ANTONI DUDEK, </w:t>
            </w:r>
            <w:r w:rsidRPr="001D4BA5">
              <w:rPr>
                <w:rFonts w:ascii="Corbel" w:hAnsi="Corbel" w:cs="Times New Roman"/>
              </w:rPr>
              <w:t>Lublin 2001.</w:t>
            </w:r>
          </w:p>
          <w:p w14:paraId="3C8A8A70" w14:textId="77777777" w:rsidR="00B674D7" w:rsidRPr="00E02281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Bartkowicz</w:t>
            </w:r>
            <w:proofErr w:type="spellEnd"/>
            <w:r>
              <w:rPr>
                <w:rFonts w:ascii="Corbel" w:hAnsi="Corbel" w:cs="Times New Roman"/>
              </w:rPr>
              <w:t xml:space="preserve"> Z., </w:t>
            </w:r>
            <w:proofErr w:type="spellStart"/>
            <w:r>
              <w:rPr>
                <w:rFonts w:ascii="Corbel" w:hAnsi="Corbel" w:cs="Times New Roman"/>
              </w:rPr>
              <w:t>Palak</w:t>
            </w:r>
            <w:proofErr w:type="spellEnd"/>
            <w:r>
              <w:rPr>
                <w:rFonts w:ascii="Corbel" w:hAnsi="Corbel" w:cs="Times New Roman"/>
              </w:rPr>
              <w:t xml:space="preserve"> Z. (red.), </w:t>
            </w:r>
            <w:r>
              <w:rPr>
                <w:rFonts w:ascii="Corbel" w:hAnsi="Corbel" w:cs="Times New Roman"/>
                <w:i/>
                <w:iCs/>
              </w:rPr>
              <w:t xml:space="preserve">Wsparcie społeczne w rehabilitacji i resocjalizacji. </w:t>
            </w:r>
            <w:r>
              <w:rPr>
                <w:rFonts w:ascii="Corbel" w:hAnsi="Corbel" w:cs="Times New Roman"/>
              </w:rPr>
              <w:t>UMCS, Lublin 2004.</w:t>
            </w:r>
          </w:p>
          <w:p w14:paraId="29EDB4A5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 w:rsidRPr="001D4BA5">
              <w:rPr>
                <w:rFonts w:ascii="Corbel" w:hAnsi="Corbel" w:cs="Times New Roman"/>
              </w:rPr>
              <w:t>Kozaczuk</w:t>
            </w:r>
            <w:proofErr w:type="spellEnd"/>
            <w:r>
              <w:rPr>
                <w:rFonts w:ascii="Corbel" w:hAnsi="Corbel" w:cs="Times New Roman"/>
              </w:rPr>
              <w:t xml:space="preserve"> F., </w:t>
            </w:r>
            <w:r w:rsidRPr="001D4BA5">
              <w:rPr>
                <w:rFonts w:ascii="Corbel" w:hAnsi="Corbel" w:cs="Times New Roman"/>
              </w:rPr>
              <w:t>Urban</w:t>
            </w:r>
            <w:r>
              <w:rPr>
                <w:rFonts w:ascii="Corbel" w:hAnsi="Corbel" w:cs="Times New Roman"/>
              </w:rPr>
              <w:t xml:space="preserve"> B. (red.), </w:t>
            </w:r>
            <w:r w:rsidRPr="001D4BA5">
              <w:rPr>
                <w:rFonts w:ascii="Corbel" w:hAnsi="Corbel" w:cs="Times New Roman"/>
                <w:i/>
              </w:rPr>
              <w:t>Profilaktyka i resocjalizacja młodzieży</w:t>
            </w:r>
            <w:r>
              <w:rPr>
                <w:rFonts w:ascii="Corbel" w:hAnsi="Corbel" w:cs="Times New Roman"/>
                <w:i/>
              </w:rPr>
              <w:t xml:space="preserve">. </w:t>
            </w:r>
            <w:r>
              <w:rPr>
                <w:rFonts w:ascii="Corbel" w:hAnsi="Corbel" w:cs="Times New Roman"/>
                <w:iCs/>
              </w:rPr>
              <w:t xml:space="preserve">WSP, </w:t>
            </w:r>
            <w:r w:rsidRPr="001D4BA5">
              <w:rPr>
                <w:rFonts w:ascii="Corbel" w:hAnsi="Corbel" w:cs="Times New Roman"/>
              </w:rPr>
              <w:t>Rzeszów 1997.</w:t>
            </w:r>
          </w:p>
          <w:p w14:paraId="1F37DC22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Malicka-Gorzelańczyk</w:t>
            </w:r>
            <w:proofErr w:type="spellEnd"/>
            <w:r>
              <w:rPr>
                <w:rFonts w:ascii="Corbel" w:hAnsi="Corbel" w:cs="Times New Roman"/>
              </w:rPr>
              <w:t xml:space="preserve"> H., Prusak P. (red.), </w:t>
            </w:r>
            <w:r>
              <w:rPr>
                <w:rFonts w:ascii="Corbel" w:hAnsi="Corbel" w:cs="Times New Roman"/>
                <w:i/>
                <w:iCs/>
              </w:rPr>
              <w:t xml:space="preserve">W poszukiwaniu alternatywnych form i metod resocjalizacji skazanych. </w:t>
            </w:r>
            <w:r>
              <w:rPr>
                <w:rFonts w:ascii="Corbel" w:hAnsi="Corbel" w:cs="Times New Roman"/>
              </w:rPr>
              <w:t>KPSW, Bydgoszcz 2008.</w:t>
            </w:r>
          </w:p>
          <w:p w14:paraId="2C049403" w14:textId="77777777"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Zalewski G., </w:t>
            </w:r>
            <w:r>
              <w:rPr>
                <w:rFonts w:ascii="Corbel" w:hAnsi="Corbel" w:cs="Times New Roman"/>
                <w:i/>
                <w:iCs/>
              </w:rPr>
              <w:t xml:space="preserve">Klimat społeczny instytucji resocjalizacyjnych a poziom psychotyzmu u wychowanków. </w:t>
            </w:r>
            <w:r>
              <w:rPr>
                <w:rFonts w:ascii="Corbel" w:hAnsi="Corbel" w:cs="Times New Roman"/>
              </w:rPr>
              <w:t xml:space="preserve">Drukarnia Leda, Białystok 2004. </w:t>
            </w:r>
          </w:p>
          <w:p w14:paraId="46AEF787" w14:textId="77777777" w:rsidR="00B65E0B" w:rsidRPr="0051407E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415AD7F9" w14:textId="77777777" w:rsidR="00B65E0B" w:rsidRPr="00D126EE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Sopot 2011.</w:t>
            </w:r>
          </w:p>
          <w:p w14:paraId="551C54CE" w14:textId="77777777" w:rsidR="00B65E0B" w:rsidRPr="00953B47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AEE4B83" w14:textId="77777777" w:rsidR="00B65E0B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3D04D50D" w14:textId="77777777" w:rsidR="00B65E0B" w:rsidRPr="000F6C13" w:rsidRDefault="00B65E0B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</w:p>
        </w:tc>
      </w:tr>
    </w:tbl>
    <w:p w14:paraId="04B1B7B1" w14:textId="77777777" w:rsidR="00B674D7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7C5778" w14:textId="77777777" w:rsidR="002508CE" w:rsidRDefault="002508CE" w:rsidP="002508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30E0A1E5" w14:textId="77777777"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FA88E" w14:textId="77777777"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44E69" w14:textId="77777777" w:rsidR="00B674D7" w:rsidRPr="00B169DF" w:rsidRDefault="00B674D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674D7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8E1F4" w14:textId="77777777" w:rsidR="00905263" w:rsidRDefault="00905263" w:rsidP="00C16ABF">
      <w:pPr>
        <w:spacing w:after="0" w:line="240" w:lineRule="auto"/>
      </w:pPr>
      <w:r>
        <w:separator/>
      </w:r>
    </w:p>
  </w:endnote>
  <w:endnote w:type="continuationSeparator" w:id="0">
    <w:p w14:paraId="3E725EE2" w14:textId="77777777" w:rsidR="00905263" w:rsidRDefault="009052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BF8D4" w14:textId="77777777" w:rsidR="00905263" w:rsidRDefault="00905263" w:rsidP="00C16ABF">
      <w:pPr>
        <w:spacing w:after="0" w:line="240" w:lineRule="auto"/>
      </w:pPr>
      <w:r>
        <w:separator/>
      </w:r>
    </w:p>
  </w:footnote>
  <w:footnote w:type="continuationSeparator" w:id="0">
    <w:p w14:paraId="6900DC4C" w14:textId="77777777" w:rsidR="00905263" w:rsidRDefault="00905263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2189"/>
    <w:rsid w:val="000048FD"/>
    <w:rsid w:val="000077B4"/>
    <w:rsid w:val="00012F10"/>
    <w:rsid w:val="00014502"/>
    <w:rsid w:val="00015B8F"/>
    <w:rsid w:val="00022ECE"/>
    <w:rsid w:val="00025A75"/>
    <w:rsid w:val="00025BDD"/>
    <w:rsid w:val="00034FE8"/>
    <w:rsid w:val="00035766"/>
    <w:rsid w:val="00042A51"/>
    <w:rsid w:val="00042D2E"/>
    <w:rsid w:val="00044C82"/>
    <w:rsid w:val="00055962"/>
    <w:rsid w:val="00070ED6"/>
    <w:rsid w:val="000742DC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C5A0D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17E70"/>
    <w:rsid w:val="002246BA"/>
    <w:rsid w:val="0022477D"/>
    <w:rsid w:val="00224E15"/>
    <w:rsid w:val="002278A9"/>
    <w:rsid w:val="002336F9"/>
    <w:rsid w:val="0024028F"/>
    <w:rsid w:val="00240AA4"/>
    <w:rsid w:val="00244ABC"/>
    <w:rsid w:val="002508CE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17C06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D76B1"/>
    <w:rsid w:val="004F1551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B411E"/>
    <w:rsid w:val="005C080F"/>
    <w:rsid w:val="005C55E5"/>
    <w:rsid w:val="005C696A"/>
    <w:rsid w:val="005D7F9F"/>
    <w:rsid w:val="005E4BDD"/>
    <w:rsid w:val="005E6E85"/>
    <w:rsid w:val="005F31D2"/>
    <w:rsid w:val="005F76A3"/>
    <w:rsid w:val="00605CC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4A70"/>
    <w:rsid w:val="00675843"/>
    <w:rsid w:val="006763A4"/>
    <w:rsid w:val="006766D0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4C56"/>
    <w:rsid w:val="00725459"/>
    <w:rsid w:val="007327BD"/>
    <w:rsid w:val="00734608"/>
    <w:rsid w:val="00740AB5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14DB"/>
    <w:rsid w:val="007F4155"/>
    <w:rsid w:val="00810FF2"/>
    <w:rsid w:val="0081554D"/>
    <w:rsid w:val="0081707E"/>
    <w:rsid w:val="00820030"/>
    <w:rsid w:val="008449B3"/>
    <w:rsid w:val="008464A3"/>
    <w:rsid w:val="008552A2"/>
    <w:rsid w:val="0085747A"/>
    <w:rsid w:val="00862574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2666"/>
    <w:rsid w:val="008C379D"/>
    <w:rsid w:val="008C5147"/>
    <w:rsid w:val="008C5359"/>
    <w:rsid w:val="008C5363"/>
    <w:rsid w:val="008D08B0"/>
    <w:rsid w:val="008D3DFB"/>
    <w:rsid w:val="008D4E2E"/>
    <w:rsid w:val="008E57BF"/>
    <w:rsid w:val="008E64F4"/>
    <w:rsid w:val="008F12C9"/>
    <w:rsid w:val="008F6E29"/>
    <w:rsid w:val="00905263"/>
    <w:rsid w:val="00916188"/>
    <w:rsid w:val="00923D7D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3E31"/>
    <w:rsid w:val="009C54AE"/>
    <w:rsid w:val="009C62A4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1624B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56766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0A34"/>
    <w:rsid w:val="00B01353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5E0B"/>
    <w:rsid w:val="00B66529"/>
    <w:rsid w:val="00B674D7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2473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2CC3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3F6E"/>
    <w:rsid w:val="00EC4899"/>
    <w:rsid w:val="00ED03AB"/>
    <w:rsid w:val="00ED32D2"/>
    <w:rsid w:val="00ED6633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674D7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74D7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674D7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74D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1D381-D6E6-4F89-A667-68D23F3F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233</TotalTime>
  <Pages>6</Pages>
  <Words>1670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173</cp:revision>
  <cp:lastPrinted>2019-02-06T12:12:00Z</cp:lastPrinted>
  <dcterms:created xsi:type="dcterms:W3CDTF">2023-06-10T14:37:00Z</dcterms:created>
  <dcterms:modified xsi:type="dcterms:W3CDTF">2023-06-11T22:06:00Z</dcterms:modified>
</cp:coreProperties>
</file>